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E151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AF91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611CB52" w14:textId="573EB10D" w:rsidR="008A3B3D" w:rsidRPr="008A3B3D" w:rsidRDefault="0071620A" w:rsidP="008A3B3D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A3B3D">
        <w:rPr>
          <w:rFonts w:ascii="Corbel" w:hAnsi="Corbel"/>
          <w:i/>
          <w:smallCaps/>
          <w:sz w:val="24"/>
          <w:szCs w:val="24"/>
        </w:rPr>
        <w:t>20</w:t>
      </w:r>
      <w:r w:rsidR="001A1615">
        <w:rPr>
          <w:rFonts w:ascii="Corbel" w:hAnsi="Corbel"/>
          <w:i/>
          <w:smallCaps/>
          <w:sz w:val="24"/>
          <w:szCs w:val="24"/>
        </w:rPr>
        <w:t>19</w:t>
      </w:r>
      <w:r w:rsidR="008A3B3D">
        <w:rPr>
          <w:rFonts w:ascii="Corbel" w:hAnsi="Corbel"/>
          <w:i/>
          <w:smallCaps/>
          <w:sz w:val="24"/>
          <w:szCs w:val="24"/>
        </w:rPr>
        <w:t>-202</w:t>
      </w:r>
      <w:r w:rsidR="001A1615">
        <w:rPr>
          <w:rFonts w:ascii="Corbel" w:hAnsi="Corbel"/>
          <w:i/>
          <w:smallCaps/>
          <w:sz w:val="24"/>
          <w:szCs w:val="24"/>
        </w:rPr>
        <w:t>2</w:t>
      </w:r>
    </w:p>
    <w:p w14:paraId="4395FA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B8A3F8" w14:textId="2123A46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A3B3D">
        <w:rPr>
          <w:rFonts w:ascii="Corbel" w:hAnsi="Corbel"/>
          <w:sz w:val="20"/>
          <w:szCs w:val="20"/>
        </w:rPr>
        <w:t>20</w:t>
      </w:r>
      <w:r w:rsidR="001A1615">
        <w:rPr>
          <w:rFonts w:ascii="Corbel" w:hAnsi="Corbel"/>
          <w:sz w:val="20"/>
          <w:szCs w:val="20"/>
        </w:rPr>
        <w:t>19</w:t>
      </w:r>
      <w:r w:rsidR="008A3B3D">
        <w:rPr>
          <w:rFonts w:ascii="Corbel" w:hAnsi="Corbel"/>
          <w:sz w:val="20"/>
          <w:szCs w:val="20"/>
        </w:rPr>
        <w:t>/202</w:t>
      </w:r>
      <w:r w:rsidR="001A1615">
        <w:rPr>
          <w:rFonts w:ascii="Corbel" w:hAnsi="Corbel"/>
          <w:sz w:val="20"/>
          <w:szCs w:val="20"/>
        </w:rPr>
        <w:t>0</w:t>
      </w:r>
    </w:p>
    <w:p w14:paraId="2577514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754E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3B3D" w:rsidRPr="009C54AE" w14:paraId="274898FC" w14:textId="77777777" w:rsidTr="008A3B3D">
        <w:tc>
          <w:tcPr>
            <w:tcW w:w="2694" w:type="dxa"/>
            <w:vAlign w:val="center"/>
          </w:tcPr>
          <w:p w14:paraId="483F68D0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323982" w14:textId="2279C72E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Działalność pożytku publicznego i wolontariat</w:t>
            </w:r>
          </w:p>
        </w:tc>
      </w:tr>
      <w:tr w:rsidR="008A3B3D" w:rsidRPr="009C54AE" w14:paraId="51BBCF40" w14:textId="77777777" w:rsidTr="008A3B3D">
        <w:tc>
          <w:tcPr>
            <w:tcW w:w="2694" w:type="dxa"/>
            <w:vAlign w:val="center"/>
          </w:tcPr>
          <w:p w14:paraId="2721C1C2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52A362" w14:textId="50674F26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1F5">
              <w:rPr>
                <w:rFonts w:ascii="Corbel" w:hAnsi="Corbel"/>
                <w:b w:val="0"/>
                <w:sz w:val="24"/>
                <w:szCs w:val="24"/>
              </w:rPr>
              <w:t>P1S[2]</w:t>
            </w:r>
            <w:r w:rsidR="00BA2C9A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D01F5">
              <w:rPr>
                <w:rFonts w:ascii="Corbel" w:hAnsi="Corbel"/>
                <w:b w:val="0"/>
                <w:sz w:val="24"/>
                <w:szCs w:val="24"/>
              </w:rPr>
              <w:t>_08</w:t>
            </w:r>
          </w:p>
        </w:tc>
      </w:tr>
      <w:tr w:rsidR="008A3B3D" w:rsidRPr="009C54AE" w14:paraId="0404BC2C" w14:textId="77777777" w:rsidTr="008A3B3D">
        <w:tc>
          <w:tcPr>
            <w:tcW w:w="2694" w:type="dxa"/>
            <w:vAlign w:val="center"/>
          </w:tcPr>
          <w:p w14:paraId="2D0AA969" w14:textId="77777777" w:rsidR="008A3B3D" w:rsidRPr="009C54AE" w:rsidRDefault="008A3B3D" w:rsidP="008A3B3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843D8C" w14:textId="50D3C5DC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3B3D" w:rsidRPr="009C54AE" w14:paraId="53B550A7" w14:textId="77777777" w:rsidTr="008A3B3D">
        <w:tc>
          <w:tcPr>
            <w:tcW w:w="2694" w:type="dxa"/>
            <w:vAlign w:val="center"/>
          </w:tcPr>
          <w:p w14:paraId="44B3A672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927915" w14:textId="675A7963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1F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3B3D" w:rsidRPr="009C54AE" w14:paraId="52F21A9C" w14:textId="77777777" w:rsidTr="008A3B3D">
        <w:tc>
          <w:tcPr>
            <w:tcW w:w="2694" w:type="dxa"/>
            <w:vAlign w:val="center"/>
          </w:tcPr>
          <w:p w14:paraId="6DE40975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7724C" w14:textId="14EFBD75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A3B3D" w:rsidRPr="009C54AE" w14:paraId="28AE6D68" w14:textId="77777777" w:rsidTr="008A3B3D">
        <w:tc>
          <w:tcPr>
            <w:tcW w:w="2694" w:type="dxa"/>
            <w:vAlign w:val="center"/>
          </w:tcPr>
          <w:p w14:paraId="2CF3B188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DC4065" w14:textId="4C43F9F6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A3B3D" w:rsidRPr="009C54AE" w14:paraId="64706103" w14:textId="77777777" w:rsidTr="008A3B3D">
        <w:tc>
          <w:tcPr>
            <w:tcW w:w="2694" w:type="dxa"/>
            <w:vAlign w:val="center"/>
          </w:tcPr>
          <w:p w14:paraId="46A7EFBE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09BABD" w14:textId="66D91EA4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A3B3D" w:rsidRPr="009C54AE" w14:paraId="03B3EF45" w14:textId="77777777" w:rsidTr="008A3B3D">
        <w:tc>
          <w:tcPr>
            <w:tcW w:w="2694" w:type="dxa"/>
            <w:vAlign w:val="center"/>
          </w:tcPr>
          <w:p w14:paraId="46469B63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6FB33C" w14:textId="32797656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A3B3D" w:rsidRPr="009C54AE" w14:paraId="4CCB538A" w14:textId="77777777" w:rsidTr="008A3B3D">
        <w:tc>
          <w:tcPr>
            <w:tcW w:w="2694" w:type="dxa"/>
            <w:vAlign w:val="center"/>
          </w:tcPr>
          <w:p w14:paraId="28EEDC7F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D2F7E" w14:textId="78BD8546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A3B3D" w:rsidRPr="009C54AE" w14:paraId="0559E3E5" w14:textId="77777777" w:rsidTr="008A3B3D">
        <w:tc>
          <w:tcPr>
            <w:tcW w:w="2694" w:type="dxa"/>
            <w:vAlign w:val="center"/>
          </w:tcPr>
          <w:p w14:paraId="2F50C48D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2F3C28" w14:textId="19AECBF0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8A3B3D" w:rsidRPr="009C54AE" w14:paraId="04D61295" w14:textId="77777777" w:rsidTr="008A3B3D">
        <w:tc>
          <w:tcPr>
            <w:tcW w:w="2694" w:type="dxa"/>
            <w:vAlign w:val="center"/>
          </w:tcPr>
          <w:p w14:paraId="648868DC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515795" w14:textId="61D27341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A3B3D" w:rsidRPr="009C54AE" w14:paraId="277E6CCC" w14:textId="77777777" w:rsidTr="008A3B3D">
        <w:tc>
          <w:tcPr>
            <w:tcW w:w="2694" w:type="dxa"/>
            <w:vAlign w:val="center"/>
          </w:tcPr>
          <w:p w14:paraId="23939B0C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087114" w14:textId="35A2ADE3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A3B3D" w:rsidRPr="009C54AE" w14:paraId="0EDCED9B" w14:textId="77777777" w:rsidTr="008A3B3D">
        <w:tc>
          <w:tcPr>
            <w:tcW w:w="2694" w:type="dxa"/>
            <w:vAlign w:val="center"/>
          </w:tcPr>
          <w:p w14:paraId="3820A540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0E4E66" w14:textId="6016A3AE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67D1E7CC" w14:textId="1850086B" w:rsidR="00923D7D" w:rsidRPr="009C54AE" w:rsidRDefault="0085747A" w:rsidP="008A3B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67C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CCD96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D54509" w14:textId="77777777" w:rsidTr="008A3B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A0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B6FB6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47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A2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95A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9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28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4F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0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4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3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A3B3D" w:rsidRPr="009C54AE" w14:paraId="62239B96" w14:textId="77777777" w:rsidTr="008A3B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2FE2" w14:textId="5EEB77E0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9AC2" w14:textId="0A62A2C5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0461" w14:textId="050B239B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D979" w14:textId="1761A217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E7CC" w14:textId="1794095A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6C13" w14:textId="25376FA1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57B" w14:textId="5AC2343A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DDD5" w14:textId="675A6C82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1F87" w14:textId="1301B675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4E25" w14:textId="43C16A50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B65EE9B" w14:textId="47813B1A" w:rsidR="00923D7D" w:rsidRDefault="00923D7D" w:rsidP="008A3B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C532EE" w14:textId="77777777" w:rsidR="008A3B3D" w:rsidRPr="009C54AE" w:rsidRDefault="008A3B3D" w:rsidP="008A3B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7F6B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5499F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B3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A4231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E377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6D0E0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6162B6" w14:textId="77777777" w:rsidR="008A3B3D" w:rsidRDefault="008A3B3D" w:rsidP="008A3B3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14:paraId="2A85800C" w14:textId="4C5238FF" w:rsidR="008A3B3D" w:rsidRPr="008A3B3D" w:rsidRDefault="008A3B3D" w:rsidP="008A3B3D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8A3B3D">
        <w:rPr>
          <w:rFonts w:ascii="Corbel" w:hAnsi="Corbel"/>
          <w:bCs/>
          <w:szCs w:val="24"/>
        </w:rPr>
        <w:t>zaliczenie z oceną</w:t>
      </w:r>
    </w:p>
    <w:p w14:paraId="367A896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6F8C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91AD8D" w14:textId="77777777" w:rsidTr="00745302">
        <w:tc>
          <w:tcPr>
            <w:tcW w:w="9670" w:type="dxa"/>
          </w:tcPr>
          <w:p w14:paraId="72B52678" w14:textId="68140AD4" w:rsidR="0085747A" w:rsidRPr="009C54AE" w:rsidRDefault="008A3B3D" w:rsidP="008A3B3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przedmiotów wstęp do socjologii oraz wprowadzenie do pracy socjalnej.</w:t>
            </w:r>
          </w:p>
        </w:tc>
      </w:tr>
    </w:tbl>
    <w:p w14:paraId="31BBB9B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FC43EC" w14:textId="63F0469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C698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D6BDE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A3B3D" w:rsidRPr="009C54AE" w14:paraId="473BBDDC" w14:textId="77777777" w:rsidTr="008A3B3D">
        <w:tc>
          <w:tcPr>
            <w:tcW w:w="845" w:type="dxa"/>
            <w:vAlign w:val="center"/>
          </w:tcPr>
          <w:p w14:paraId="7E3F08BF" w14:textId="77777777" w:rsidR="008A3B3D" w:rsidRPr="009C54AE" w:rsidRDefault="008A3B3D" w:rsidP="008A3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9443DB4" w14:textId="28774C35"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działalności pożytku publicznego i warunków jego uzyskania przez organizację pozarządową.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Studenci p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oznaj</w:t>
            </w:r>
            <w:r>
              <w:rPr>
                <w:rFonts w:ascii="Corbel" w:hAnsi="Corbel"/>
                <w:b w:val="0"/>
                <w:sz w:val="24"/>
                <w:szCs w:val="24"/>
              </w:rPr>
              <w:t>ą także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przywileje organizacji pożytku publicznego i obowiązki związane z posiadaniem takiego statusu w świetle obowiązujących przepisów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A3B3D" w:rsidRPr="009C54AE" w14:paraId="032A6372" w14:textId="77777777" w:rsidTr="008A3B3D">
        <w:tc>
          <w:tcPr>
            <w:tcW w:w="845" w:type="dxa"/>
            <w:vAlign w:val="center"/>
          </w:tcPr>
          <w:p w14:paraId="59EF8985" w14:textId="2B0863E4" w:rsidR="008A3B3D" w:rsidRPr="009C54AE" w:rsidRDefault="008A3B3D" w:rsidP="008A3B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C98F3D0" w14:textId="63AF0F55"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z pojęciem wolontariatu i pracy </w:t>
            </w:r>
            <w:proofErr w:type="spellStart"/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wol</w:t>
            </w:r>
            <w:r w:rsidR="008A3B3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nta</w:t>
            </w:r>
            <w:r w:rsidR="008A3B3D">
              <w:rPr>
                <w:rFonts w:ascii="Corbel" w:hAnsi="Corbel"/>
                <w:b w:val="0"/>
                <w:sz w:val="24"/>
                <w:szCs w:val="24"/>
              </w:rPr>
              <w:t>riackiej</w:t>
            </w:r>
            <w:proofErr w:type="spellEnd"/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uwzględnieniem wolontariatu w pomocy społecznej.</w:t>
            </w:r>
          </w:p>
        </w:tc>
      </w:tr>
      <w:tr w:rsidR="008A3B3D" w:rsidRPr="009C54AE" w14:paraId="28736319" w14:textId="77777777" w:rsidTr="008A3B3D">
        <w:tc>
          <w:tcPr>
            <w:tcW w:w="845" w:type="dxa"/>
            <w:vAlign w:val="center"/>
          </w:tcPr>
          <w:p w14:paraId="0C35B15B" w14:textId="4B1B5C57" w:rsidR="008A3B3D" w:rsidRPr="009C54AE" w:rsidRDefault="008A3B3D" w:rsidP="008A3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ED762C8" w14:textId="5F430A9A"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zasad współpracy administracji publicznej i organizacji pozarządowych w ramach ustawy o działalności pożytku publicznego i o wolontariacie.</w:t>
            </w:r>
          </w:p>
        </w:tc>
      </w:tr>
    </w:tbl>
    <w:p w14:paraId="6DAD70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AFC4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10CFE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2E2A6EE" w14:textId="77777777" w:rsidTr="008A3B3D">
        <w:tc>
          <w:tcPr>
            <w:tcW w:w="1681" w:type="dxa"/>
            <w:vAlign w:val="center"/>
          </w:tcPr>
          <w:p w14:paraId="03041C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FBF3B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D87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3B3D" w:rsidRPr="009C54AE" w14:paraId="1317DD31" w14:textId="77777777" w:rsidTr="008A3B3D">
        <w:tc>
          <w:tcPr>
            <w:tcW w:w="1681" w:type="dxa"/>
          </w:tcPr>
          <w:p w14:paraId="2C2AF511" w14:textId="77777777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70869A4" w14:textId="45196B7E"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i rozumie w stopniu zaawansowanym 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elementy struktur społecznych wchodzących w skład instytucji życia publicznego oraz ich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klasyfikuje organizacje pożytku publicznego  jako jeden z elementów struktury społecznej wchodzącej w skład instytucji życia publicznego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8C97199" w14:textId="22F32D86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23F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A3B3D" w:rsidRPr="009C54AE" w14:paraId="38429D0B" w14:textId="77777777" w:rsidTr="008A3B3D">
        <w:tc>
          <w:tcPr>
            <w:tcW w:w="1681" w:type="dxa"/>
          </w:tcPr>
          <w:p w14:paraId="158D55C7" w14:textId="77777777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2076E0" w14:textId="39F49494"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i rozumie w stopniu zaawansowanym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normy zawodowe, etyczne i reguły organizujące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wolontariat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organizacje pożytku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publicznego d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ziałające na rzecz integracji społecznej oraz współpracy z otoczeniem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Ponadto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stanie wskazać cele organizacji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pożytku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funkcje struktury z uwzględnieniem zasad etyki zawodowej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systemy normatywno-prawne i mechanizmy kontroli społecznej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regulujące funkcjonowanie </w:t>
            </w:r>
            <w:proofErr w:type="spellStart"/>
            <w:r w:rsidR="001570BC">
              <w:rPr>
                <w:rFonts w:ascii="Corbel" w:hAnsi="Corbel"/>
                <w:b w:val="0"/>
                <w:smallCaps w:val="0"/>
                <w:szCs w:val="24"/>
              </w:rPr>
              <w:t>opp</w:t>
            </w:r>
            <w:proofErr w:type="spellEnd"/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(np. właściwe sprawozdania merytoryczne i finansowe). </w:t>
            </w:r>
          </w:p>
        </w:tc>
        <w:tc>
          <w:tcPr>
            <w:tcW w:w="1865" w:type="dxa"/>
          </w:tcPr>
          <w:p w14:paraId="7A7D696E" w14:textId="6256B03B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23F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A3B3D" w:rsidRPr="009C54AE" w14:paraId="1B494270" w14:textId="77777777" w:rsidTr="008A3B3D">
        <w:tc>
          <w:tcPr>
            <w:tcW w:w="1681" w:type="dxa"/>
          </w:tcPr>
          <w:p w14:paraId="6E8F810A" w14:textId="2AA0F5B4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25658DE" w14:textId="56AC6BAD"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wiedzę teoretyczną o procesach zachodzących w społeczeństwie do szczegółowego opisu kwestii związanych z pracą socjalną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 aspekcie funkcjonowania </w:t>
            </w:r>
            <w:proofErr w:type="spellStart"/>
            <w:r w:rsidR="001570BC">
              <w:rPr>
                <w:rFonts w:ascii="Corbel" w:hAnsi="Corbel"/>
                <w:b w:val="0"/>
                <w:smallCaps w:val="0"/>
                <w:szCs w:val="24"/>
              </w:rPr>
              <w:t>opp</w:t>
            </w:r>
            <w:proofErr w:type="spellEnd"/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i wolontariatu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Na tej podstawie student umie dostosować odpowiednie działania organizacji pożytku publicznego do potrzeb beneficjentów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ykorzystać teoretyczną wiedzę o jednostkowych procesach zachodzących w społeczeństwie do budowania sposobów działania mających na celu tworzenie i doskonalenie systemu funkcjonowania pracy socjalnej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 ramach wolontariatu i działalności pożytku publicznego.</w:t>
            </w:r>
          </w:p>
        </w:tc>
        <w:tc>
          <w:tcPr>
            <w:tcW w:w="1865" w:type="dxa"/>
          </w:tcPr>
          <w:p w14:paraId="159BF66C" w14:textId="31F3A379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A3B3D" w:rsidRPr="009C54AE" w14:paraId="03212F96" w14:textId="77777777" w:rsidTr="008A3B3D">
        <w:tc>
          <w:tcPr>
            <w:tcW w:w="1681" w:type="dxa"/>
          </w:tcPr>
          <w:p w14:paraId="5998A19E" w14:textId="7EFE7CCC" w:rsidR="008A3B3D" w:rsidRPr="009C54AE" w:rsidRDefault="001570BC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14:paraId="4F7D05BC" w14:textId="73565DC2"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kompetencje w postaci pracy w grupie czy w organizacji (np. jako członek stowarzyszenia, wolontariusz) i potrafi podejmować skoordynowane działania socjalne oraz realizować projekty społeczne</w:t>
            </w:r>
            <w:r w:rsidR="00181C79">
              <w:rPr>
                <w:rFonts w:ascii="Corbel" w:hAnsi="Corbel"/>
                <w:b w:val="0"/>
                <w:smallCaps w:val="0"/>
                <w:szCs w:val="24"/>
              </w:rPr>
              <w:t xml:space="preserve"> wykorzystując przedsiębiorcze myślenie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51E740" w14:textId="6AD31EB7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4867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3C3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06E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5EB6C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F97DA6" w14:textId="77777777" w:rsidTr="00FF5878">
        <w:tc>
          <w:tcPr>
            <w:tcW w:w="9520" w:type="dxa"/>
          </w:tcPr>
          <w:p w14:paraId="1E968859" w14:textId="77777777" w:rsidR="0085747A" w:rsidRPr="00FF587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F587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0D9B1621" w14:textId="77777777" w:rsidTr="00FF5878">
        <w:tc>
          <w:tcPr>
            <w:tcW w:w="9520" w:type="dxa"/>
          </w:tcPr>
          <w:p w14:paraId="71560F6F" w14:textId="3769AE8C" w:rsidR="0085747A" w:rsidRPr="009C54AE" w:rsidRDefault="00FF58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C52F5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A516A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62A1E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349966" w14:textId="77777777" w:rsidTr="00FF5878">
        <w:tc>
          <w:tcPr>
            <w:tcW w:w="9520" w:type="dxa"/>
          </w:tcPr>
          <w:p w14:paraId="27E97B86" w14:textId="77777777" w:rsidR="0085747A" w:rsidRPr="00FF587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F587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F5878" w:rsidRPr="009C54AE" w14:paraId="6089AB50" w14:textId="77777777" w:rsidTr="00FF5878">
        <w:tc>
          <w:tcPr>
            <w:tcW w:w="9520" w:type="dxa"/>
          </w:tcPr>
          <w:p w14:paraId="53EDB01A" w14:textId="23E6C030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Pojęcie organizacji pozarządowych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5878">
              <w:rPr>
                <w:rFonts w:ascii="Corbel" w:hAnsi="Corbel"/>
                <w:sz w:val="24"/>
                <w:szCs w:val="24"/>
              </w:rPr>
              <w:t xml:space="preserve"> pożytku publicznego i ich umiejscowienie w społeczeństwie obywatelskim.</w:t>
            </w:r>
          </w:p>
        </w:tc>
      </w:tr>
      <w:tr w:rsidR="00FF5878" w:rsidRPr="009C54AE" w14:paraId="283B25FD" w14:textId="77777777" w:rsidTr="00FF5878">
        <w:tc>
          <w:tcPr>
            <w:tcW w:w="9520" w:type="dxa"/>
          </w:tcPr>
          <w:p w14:paraId="1C7DFC0C" w14:textId="0FFA8193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Typy organizacji pozarządowych. </w:t>
            </w:r>
          </w:p>
        </w:tc>
      </w:tr>
      <w:tr w:rsidR="00FF5878" w:rsidRPr="009C54AE" w14:paraId="5C9631BD" w14:textId="77777777" w:rsidTr="00FF5878">
        <w:tc>
          <w:tcPr>
            <w:tcW w:w="9520" w:type="dxa"/>
          </w:tcPr>
          <w:p w14:paraId="002D1549" w14:textId="1849903D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Źródła prawne określające funkcjonowanie działalności pożytku publicznego (w tym warunki pozyskania tego statusu przez </w:t>
            </w:r>
            <w:proofErr w:type="spellStart"/>
            <w:r w:rsidRPr="00FF5878">
              <w:rPr>
                <w:rFonts w:ascii="Corbel" w:hAnsi="Corbel"/>
                <w:sz w:val="24"/>
                <w:szCs w:val="24"/>
              </w:rPr>
              <w:t>NGO’s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>) i wolontariatu, dokumenty polityki społecznej regulujące te kwestie.</w:t>
            </w:r>
          </w:p>
        </w:tc>
      </w:tr>
      <w:tr w:rsidR="00FF5878" w:rsidRPr="009C54AE" w14:paraId="01010CC9" w14:textId="77777777" w:rsidTr="00FF5878">
        <w:tc>
          <w:tcPr>
            <w:tcW w:w="9520" w:type="dxa"/>
          </w:tcPr>
          <w:p w14:paraId="6D2008DE" w14:textId="46A353AE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Finansowanie sektora pozarządowego. Formy współpracy z administracją publiczną i II oraz  III sektorem. Bariery i stymulatory rozwoju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opp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F5878" w:rsidRPr="009C54AE" w14:paraId="609BCA77" w14:textId="77777777" w:rsidTr="00FF5878">
        <w:tc>
          <w:tcPr>
            <w:tcW w:w="9520" w:type="dxa"/>
          </w:tcPr>
          <w:p w14:paraId="58CD8CB4" w14:textId="028EB8B1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 Obszary działalności pożytku publicznego. Przywileje organizacji pożytku publicznego oraz obowiązki związane z posiadaniem takiego statusu. Rejestracja statusu w Krajowym Rejestrze Sądowym.</w:t>
            </w:r>
          </w:p>
        </w:tc>
      </w:tr>
      <w:tr w:rsidR="00FF5878" w:rsidRPr="009C54AE" w14:paraId="31BDD668" w14:textId="77777777" w:rsidTr="00FF5878">
        <w:tc>
          <w:tcPr>
            <w:tcW w:w="9520" w:type="dxa"/>
          </w:tcPr>
          <w:p w14:paraId="19717C64" w14:textId="38500650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Kondycja organizacji pożytku publicznego w Polsce.</w:t>
            </w:r>
          </w:p>
        </w:tc>
      </w:tr>
      <w:tr w:rsidR="00FF5878" w:rsidRPr="009C54AE" w14:paraId="0F380E9C" w14:textId="77777777" w:rsidTr="00FF5878">
        <w:tc>
          <w:tcPr>
            <w:tcW w:w="9520" w:type="dxa"/>
          </w:tcPr>
          <w:p w14:paraId="07CAEECE" w14:textId="710F04C0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Praktyczne zastosowanie sprawozdań merytorycznych organizacji pożytku publicznego na przykładzie województwa podkarpackiego.</w:t>
            </w:r>
          </w:p>
        </w:tc>
      </w:tr>
      <w:tr w:rsidR="00FF5878" w:rsidRPr="009C54AE" w14:paraId="17BE3646" w14:textId="77777777" w:rsidTr="00FF5878">
        <w:tc>
          <w:tcPr>
            <w:tcW w:w="9520" w:type="dxa"/>
          </w:tcPr>
          <w:p w14:paraId="19C0E281" w14:textId="68363AD9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Pojęcie wolontariatu, pracy </w:t>
            </w:r>
            <w:proofErr w:type="spellStart"/>
            <w:r w:rsidRPr="00FF5878">
              <w:rPr>
                <w:rFonts w:ascii="Corbel" w:hAnsi="Corbel"/>
                <w:sz w:val="24"/>
                <w:szCs w:val="24"/>
              </w:rPr>
              <w:t>wolontarystycznej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 xml:space="preserve"> i wolontariusza.</w:t>
            </w:r>
            <w:r w:rsidRPr="00FF587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F5878">
              <w:rPr>
                <w:rFonts w:ascii="Corbel" w:hAnsi="Corbel"/>
                <w:sz w:val="24"/>
                <w:szCs w:val="24"/>
              </w:rPr>
              <w:t>Wolontariusz - jego prawa i obowiązki. Prawa i obowiązki instytucji korzystającej z pracy wolontariusza. Centra Wolontariatu w Polsce.</w:t>
            </w:r>
          </w:p>
        </w:tc>
      </w:tr>
      <w:tr w:rsidR="00FF5878" w:rsidRPr="009C54AE" w14:paraId="26B83550" w14:textId="77777777" w:rsidTr="00FF5878">
        <w:tc>
          <w:tcPr>
            <w:tcW w:w="9520" w:type="dxa"/>
          </w:tcPr>
          <w:p w14:paraId="408AC519" w14:textId="037C95D7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Wolontariat w instytucjach publicznych i organizacjach pozarządowych. Wolontariat międzynarodowy.</w:t>
            </w:r>
          </w:p>
        </w:tc>
      </w:tr>
    </w:tbl>
    <w:p w14:paraId="08FEFD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BC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C2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3D83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93BD7A" w14:textId="444DA306" w:rsidR="00FF5878" w:rsidRPr="00FF5878" w:rsidRDefault="00FF5878" w:rsidP="00FF5878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  <w:r w:rsidRPr="00FF5878">
        <w:rPr>
          <w:rFonts w:ascii="Corbel" w:hAnsi="Corbel"/>
          <w:bCs/>
          <w:smallCaps w:val="0"/>
          <w:szCs w:val="24"/>
        </w:rPr>
        <w:t>Analiza tekstów z dyskusją, wykład z prezentacją multimedialną.</w:t>
      </w:r>
    </w:p>
    <w:p w14:paraId="4180CB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3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0341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F345C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C8AB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F06C127" w14:textId="77777777" w:rsidTr="00BF7014">
        <w:tc>
          <w:tcPr>
            <w:tcW w:w="1962" w:type="dxa"/>
            <w:vAlign w:val="center"/>
          </w:tcPr>
          <w:p w14:paraId="6A57D2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2D36A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96D02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D45E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30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7014" w:rsidRPr="009C54AE" w14:paraId="7E10F240" w14:textId="77777777" w:rsidTr="00BF7014">
        <w:tc>
          <w:tcPr>
            <w:tcW w:w="1962" w:type="dxa"/>
          </w:tcPr>
          <w:p w14:paraId="212CE50A" w14:textId="77777777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5B6B60" w14:textId="45DB5E10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18332B4D" w14:textId="75407BC9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14:paraId="5BC8A7B9" w14:textId="77777777" w:rsidTr="00BF7014">
        <w:tc>
          <w:tcPr>
            <w:tcW w:w="1962" w:type="dxa"/>
          </w:tcPr>
          <w:p w14:paraId="6B2A73D0" w14:textId="77777777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A9E86C" w14:textId="0BB46A86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F466CCC" w14:textId="45D9B994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14:paraId="79FADC3A" w14:textId="77777777" w:rsidTr="00BF7014">
        <w:tc>
          <w:tcPr>
            <w:tcW w:w="1962" w:type="dxa"/>
          </w:tcPr>
          <w:p w14:paraId="65DD589D" w14:textId="414BAA5F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79D71E6" w14:textId="236760F0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6E276FD9" w14:textId="4CB1460C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14:paraId="689783E6" w14:textId="77777777" w:rsidTr="00BF7014">
        <w:tc>
          <w:tcPr>
            <w:tcW w:w="1962" w:type="dxa"/>
          </w:tcPr>
          <w:p w14:paraId="656C23CD" w14:textId="521FD17A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A65BAC" w14:textId="4FFE8AE3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</w:t>
            </w:r>
            <w:r>
              <w:rPr>
                <w:rFonts w:ascii="Corbel" w:hAnsi="Corbel"/>
                <w:b w:val="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917940E" w14:textId="47D907AF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BD747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D893F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BB2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8DCA71" w14:textId="77777777" w:rsidTr="00923D7D">
        <w:tc>
          <w:tcPr>
            <w:tcW w:w="9670" w:type="dxa"/>
          </w:tcPr>
          <w:p w14:paraId="7DC50C79" w14:textId="77777777"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B1A2B">
              <w:rPr>
                <w:rFonts w:ascii="Corbel" w:hAnsi="Corbel"/>
                <w:b/>
                <w:sz w:val="24"/>
                <w:szCs w:val="24"/>
              </w:rPr>
              <w:t>Elementy składowe oceny zaliczeniowej:</w:t>
            </w:r>
          </w:p>
          <w:p w14:paraId="0B7C81C2" w14:textId="6B4F368F"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 xml:space="preserve">1. Ocena końcowa z </w:t>
            </w:r>
            <w:r>
              <w:rPr>
                <w:rFonts w:ascii="Corbel" w:hAnsi="Corbel"/>
                <w:sz w:val="24"/>
                <w:szCs w:val="24"/>
              </w:rPr>
              <w:t xml:space="preserve">dwóch </w:t>
            </w:r>
            <w:r w:rsidRPr="008B1A2B">
              <w:rPr>
                <w:rFonts w:ascii="Corbel" w:hAnsi="Corbel"/>
                <w:sz w:val="24"/>
                <w:szCs w:val="24"/>
              </w:rPr>
              <w:t>kolokw</w:t>
            </w:r>
            <w:r>
              <w:rPr>
                <w:rFonts w:ascii="Corbel" w:hAnsi="Corbel"/>
                <w:sz w:val="24"/>
                <w:szCs w:val="24"/>
              </w:rPr>
              <w:t>iów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 – 100 %.</w:t>
            </w:r>
          </w:p>
          <w:p w14:paraId="428AB66F" w14:textId="77777777"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2. Aktywność na zajęciach i udział w dys</w:t>
            </w:r>
            <w:r>
              <w:rPr>
                <w:rFonts w:ascii="Corbel" w:hAnsi="Corbel"/>
                <w:sz w:val="24"/>
                <w:szCs w:val="24"/>
              </w:rPr>
              <w:t>kusji – dodatkowo maksymalnie 5</w:t>
            </w:r>
            <w:r w:rsidRPr="008B1A2B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(% nie uwzględniane, gdy student osiągnie wynik 100%)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E859AB0" w14:textId="77777777" w:rsidR="006E3E74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8B1A2B">
              <w:rPr>
                <w:rFonts w:ascii="Corbel" w:hAnsi="Corbel"/>
                <w:sz w:val="24"/>
                <w:szCs w:val="24"/>
              </w:rPr>
              <w:t>Zaświadczenie potwierdzające bycie aktywnym wolontariuszem w organizacji trzeciego sektora – dodatkowo 5%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2693">
              <w:rPr>
                <w:rFonts w:ascii="Corbel" w:hAnsi="Corbel"/>
                <w:sz w:val="24"/>
                <w:szCs w:val="24"/>
              </w:rPr>
              <w:t>(% nie uwzględniane, gdy student osiągnie wynik 100%)</w:t>
            </w:r>
            <w:r w:rsidRPr="008B1A2B">
              <w:rPr>
                <w:rFonts w:ascii="Corbel" w:hAnsi="Corbel"/>
                <w:sz w:val="24"/>
                <w:szCs w:val="24"/>
              </w:rPr>
              <w:t>.</w:t>
            </w:r>
          </w:p>
          <w:p w14:paraId="468C2E06" w14:textId="77777777"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ACE7F17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2EEE3FD7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0513F493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699A5A3B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6184776D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31E68350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326D1C40" w14:textId="6A8934FC" w:rsidR="00923D7D" w:rsidRPr="009C54AE" w:rsidRDefault="006E3E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A2B">
              <w:rPr>
                <w:rFonts w:ascii="Corbel" w:hAnsi="Corbel"/>
                <w:b w:val="0"/>
                <w:szCs w:val="24"/>
              </w:rPr>
              <w:t>• poniżej 55% (2.0).</w:t>
            </w:r>
          </w:p>
          <w:p w14:paraId="1EE19E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C24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A89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AAA2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1B03ED" w14:textId="77777777" w:rsidTr="006E3E74">
        <w:tc>
          <w:tcPr>
            <w:tcW w:w="4902" w:type="dxa"/>
            <w:vAlign w:val="center"/>
          </w:tcPr>
          <w:p w14:paraId="68368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1029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3E74" w:rsidRPr="009C54AE" w14:paraId="6F77A00B" w14:textId="77777777" w:rsidTr="006E3E74">
        <w:tc>
          <w:tcPr>
            <w:tcW w:w="4902" w:type="dxa"/>
          </w:tcPr>
          <w:p w14:paraId="3072522C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CC728DE" w14:textId="287EBE70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E3E74" w:rsidRPr="009C54AE" w14:paraId="51172C04" w14:textId="77777777" w:rsidTr="006E3E74">
        <w:tc>
          <w:tcPr>
            <w:tcW w:w="4902" w:type="dxa"/>
          </w:tcPr>
          <w:p w14:paraId="5B43A634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4BFB6C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6F9329A" w14:textId="735D187B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E3E74" w:rsidRPr="009C54AE" w14:paraId="55501A21" w14:textId="77777777" w:rsidTr="006E3E74">
        <w:tc>
          <w:tcPr>
            <w:tcW w:w="4902" w:type="dxa"/>
          </w:tcPr>
          <w:p w14:paraId="07C32D0B" w14:textId="63AA208A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5A3BB2A" w14:textId="2B7B7549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E3E74" w:rsidRPr="009C54AE" w14:paraId="5F682B8A" w14:textId="77777777" w:rsidTr="006E3E74">
        <w:tc>
          <w:tcPr>
            <w:tcW w:w="4902" w:type="dxa"/>
          </w:tcPr>
          <w:p w14:paraId="7D073A4D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954A5C5" w14:textId="0CDF33C7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E3E74" w:rsidRPr="009C54AE" w14:paraId="0115E9E0" w14:textId="77777777" w:rsidTr="006E3E74">
        <w:tc>
          <w:tcPr>
            <w:tcW w:w="4902" w:type="dxa"/>
          </w:tcPr>
          <w:p w14:paraId="3A5B3715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85CF453" w14:textId="69D2135C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2693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0B9E2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6222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21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E653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F0A5EE" w14:textId="77777777" w:rsidTr="0071620A">
        <w:trPr>
          <w:trHeight w:val="397"/>
        </w:trPr>
        <w:tc>
          <w:tcPr>
            <w:tcW w:w="3544" w:type="dxa"/>
          </w:tcPr>
          <w:p w14:paraId="1430BA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724C94" w14:textId="4946A347" w:rsidR="0085747A" w:rsidRPr="009C54AE" w:rsidRDefault="006C7FB3" w:rsidP="006C7F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B03BE9" w14:textId="77777777" w:rsidTr="0071620A">
        <w:trPr>
          <w:trHeight w:val="397"/>
        </w:trPr>
        <w:tc>
          <w:tcPr>
            <w:tcW w:w="3544" w:type="dxa"/>
          </w:tcPr>
          <w:p w14:paraId="261A5E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BA432F" w14:textId="35F2B7EE" w:rsidR="0085747A" w:rsidRPr="009C54AE" w:rsidRDefault="006C7FB3" w:rsidP="006C7F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F751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0559C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F162E6" w14:textId="77777777" w:rsidR="0085747A" w:rsidRPr="009C54AE" w:rsidRDefault="0085747A" w:rsidP="00EE39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EE39D3" w:rsidRPr="006C7FB3" w14:paraId="492926B6" w14:textId="77777777" w:rsidTr="003C4303">
        <w:trPr>
          <w:trHeight w:val="397"/>
        </w:trPr>
        <w:tc>
          <w:tcPr>
            <w:tcW w:w="7513" w:type="dxa"/>
          </w:tcPr>
          <w:p w14:paraId="7B0AD16F" w14:textId="77777777" w:rsidR="00EE39D3" w:rsidRPr="00AE2693" w:rsidRDefault="00EE39D3" w:rsidP="003C43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269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1191B2" w14:textId="77777777" w:rsidR="00EE39D3" w:rsidRPr="00657545" w:rsidRDefault="00EE39D3" w:rsidP="003C430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Charycka</w:t>
            </w:r>
            <w:proofErr w:type="spellEnd"/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Gumkowska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(2019).</w:t>
            </w:r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Kondycja organizacji pozarządowych 2018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</w:t>
            </w:r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Stowarzy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szenie Klon/Jawor</w:t>
            </w:r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Pobrano z:</w:t>
            </w:r>
            <w:r>
              <w:t xml:space="preserve"> </w:t>
            </w:r>
            <w:r w:rsidRPr="00670D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https://api.ngo.pl/media/get/108904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Dnia (2021, 09, 14).</w:t>
            </w:r>
          </w:p>
          <w:p w14:paraId="620F5BF6" w14:textId="77777777" w:rsidR="00EE39D3" w:rsidRPr="00AE2693" w:rsidRDefault="00EE39D3" w:rsidP="003C430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693">
              <w:rPr>
                <w:rFonts w:ascii="Corbel" w:hAnsi="Corbel"/>
                <w:b w:val="0"/>
                <w:smallCaps w:val="0"/>
                <w:szCs w:val="24"/>
              </w:rPr>
              <w:t>Chrzczonowicz</w:t>
            </w:r>
            <w:proofErr w:type="spellEnd"/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Organizacje pożytku publicznego. Uzyskanie statusu OPP,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przywileje, obowiązki, kontrola.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Stowarzyszenie Klon/Jawor, Warszawa 2015.</w:t>
            </w:r>
          </w:p>
          <w:p w14:paraId="0247E7B4" w14:textId="77777777" w:rsidR="00EE39D3" w:rsidRDefault="00EE39D3" w:rsidP="003C430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Halszka-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Kurleto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(2008).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Organizacje pożytku publicznego. Rozwiązan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prawne-funkcjonowanie-rozwój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 Kraków: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UJ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90971F" w14:textId="77777777" w:rsidR="00EE39D3" w:rsidRPr="00F31315" w:rsidRDefault="00EE39D3" w:rsidP="003C430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269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wapiszewska M., Kwapiszewski J. (2012).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na, praca socjalna i wolontariat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Piła: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Państwowa Wyższa Szkoła Zawodowa im. Stanis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ława Staszica w Pile.</w:t>
            </w:r>
          </w:p>
          <w:p w14:paraId="1502329E" w14:textId="77777777" w:rsidR="00EE39D3" w:rsidRPr="00F31315" w:rsidRDefault="00EE39D3" w:rsidP="003C430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Łysoń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Szlubowska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(2021)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Organizacje pożytku publicznego i 1%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2019r./2020 r.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GUS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Pobrano z: </w:t>
            </w:r>
            <w:r w:rsidRPr="00670D61">
              <w:rPr>
                <w:rFonts w:ascii="Corbel" w:hAnsi="Corbel"/>
                <w:b w:val="0"/>
                <w:smallCaps w:val="0"/>
                <w:szCs w:val="24"/>
              </w:rPr>
              <w:t>https://stat.gov.pl/obszary-tematyczne/gospodarka-spoleczna-wolontariat/gospodarka-spoleczna-trzeci-sektor/organizacje-pozytku-publicznego-i-1-w-2019-roku,4,5.html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Dnia (2021, 09, 14).</w:t>
            </w:r>
          </w:p>
          <w:p w14:paraId="105CA447" w14:textId="77777777" w:rsidR="00EE39D3" w:rsidRPr="00F31315" w:rsidRDefault="00EE39D3" w:rsidP="003C430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2693">
              <w:rPr>
                <w:rFonts w:ascii="Corbel" w:hAnsi="Corbel"/>
                <w:b w:val="0"/>
                <w:smallCaps w:val="0"/>
                <w:szCs w:val="24"/>
              </w:rPr>
              <w:t>Matyjas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(2009).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Wolontariat jako działanie prospołeczne w obszarze pomocy społecznej i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Kielce: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Wszec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hnica Świętokrzyska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16F934" w14:textId="77777777" w:rsidR="00EE39D3" w:rsidRDefault="00EE39D3" w:rsidP="003C4303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E2693">
              <w:rPr>
                <w:rFonts w:ascii="Corbel" w:hAnsi="Corbel"/>
                <w:sz w:val="24"/>
                <w:szCs w:val="24"/>
              </w:rPr>
              <w:t>Ustawa z  dnia 24</w:t>
            </w:r>
            <w:r>
              <w:rPr>
                <w:rFonts w:ascii="Corbel" w:hAnsi="Corbel"/>
                <w:sz w:val="24"/>
                <w:szCs w:val="24"/>
              </w:rPr>
              <w:t xml:space="preserve"> kwietnia </w:t>
            </w:r>
            <w:r w:rsidRPr="00AE2693">
              <w:rPr>
                <w:rFonts w:ascii="Corbel" w:hAnsi="Corbel"/>
                <w:sz w:val="24"/>
                <w:szCs w:val="24"/>
              </w:rPr>
              <w:t>2003 o działalności pożytku publicznego i o wolontariacie (Dz.U. Nr 96 poz. 873)</w:t>
            </w:r>
            <w:r>
              <w:rPr>
                <w:rFonts w:ascii="Corbel" w:hAnsi="Corbel"/>
                <w:sz w:val="24"/>
                <w:szCs w:val="24"/>
              </w:rPr>
              <w:t xml:space="preserve">. Pobrano z: </w:t>
            </w:r>
            <w:r w:rsidRPr="00670D61">
              <w:rPr>
                <w:rFonts w:ascii="Corbel" w:hAnsi="Corbel"/>
                <w:sz w:val="24"/>
                <w:szCs w:val="24"/>
              </w:rPr>
              <w:t>http://isap.sejm.gov.pl/isap.nsf/download.xsp/WDU20030960873/U/D20030873Lj.pdf</w:t>
            </w:r>
            <w:r>
              <w:rPr>
                <w:rFonts w:ascii="Corbel" w:hAnsi="Corbel"/>
                <w:sz w:val="24"/>
                <w:szCs w:val="24"/>
              </w:rPr>
              <w:t>, Dnia (2021, 09, 14).</w:t>
            </w:r>
          </w:p>
          <w:p w14:paraId="05632FB0" w14:textId="77777777" w:rsidR="00EE39D3" w:rsidRPr="006C7FB3" w:rsidRDefault="00EE39D3" w:rsidP="003C4303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7FB3">
              <w:rPr>
                <w:rFonts w:ascii="Corbel" w:hAnsi="Corbel"/>
                <w:color w:val="000000"/>
                <w:sz w:val="24"/>
                <w:szCs w:val="24"/>
              </w:rPr>
              <w:t>Ustawa z dnia 15 września 2017 r. o Narodowym Instytucie Wolności – Centrum Rozwoju Społeczeństwa Obywat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elskiego (Dz.U. 2017 poz. 1909). Pobrano z: </w:t>
            </w:r>
            <w:r w:rsidRPr="00670D61">
              <w:rPr>
                <w:rFonts w:ascii="Corbel" w:hAnsi="Corbel"/>
                <w:color w:val="000000"/>
                <w:sz w:val="24"/>
                <w:szCs w:val="24"/>
              </w:rPr>
              <w:t>https://isap.sejm.gov.pl/isap.nsf/DocDetails.xsp?id=WDU20170001909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, Dnia (2021, 09, 14).</w:t>
            </w:r>
          </w:p>
        </w:tc>
      </w:tr>
      <w:tr w:rsidR="00EE39D3" w:rsidRPr="006C7FB3" w14:paraId="686F7D9C" w14:textId="77777777" w:rsidTr="003C4303">
        <w:trPr>
          <w:trHeight w:val="397"/>
        </w:trPr>
        <w:tc>
          <w:tcPr>
            <w:tcW w:w="7513" w:type="dxa"/>
          </w:tcPr>
          <w:p w14:paraId="4ABF01A9" w14:textId="77777777" w:rsidR="00EE39D3" w:rsidRPr="00C914C0" w:rsidRDefault="00EE39D3" w:rsidP="003C43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269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CAF9FAA" w14:textId="77777777" w:rsidR="00EE39D3" w:rsidRPr="00EB173F" w:rsidRDefault="00EE39D3" w:rsidP="003C4303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E2693">
              <w:rPr>
                <w:rFonts w:ascii="Corbel" w:hAnsi="Corbel"/>
                <w:sz w:val="24"/>
                <w:szCs w:val="24"/>
              </w:rPr>
              <w:t>Danielak-</w:t>
            </w:r>
            <w:proofErr w:type="spellStart"/>
            <w:r w:rsidRPr="00AE2693">
              <w:rPr>
                <w:rFonts w:ascii="Corbel" w:hAnsi="Corbel"/>
                <w:sz w:val="24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E2693">
              <w:rPr>
                <w:rFonts w:ascii="Corbel" w:hAnsi="Corbel"/>
                <w:sz w:val="24"/>
                <w:szCs w:val="24"/>
              </w:rPr>
              <w:t>Dobrowolska</w:t>
            </w:r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AE2693">
              <w:rPr>
                <w:rFonts w:ascii="Corbel" w:hAnsi="Corbel"/>
                <w:sz w:val="24"/>
                <w:szCs w:val="24"/>
              </w:rPr>
              <w:t xml:space="preserve">Roguska </w:t>
            </w:r>
            <w:r>
              <w:rPr>
                <w:rFonts w:ascii="Corbel" w:hAnsi="Corbel"/>
                <w:sz w:val="24"/>
                <w:szCs w:val="24"/>
              </w:rPr>
              <w:t xml:space="preserve">A. (2010). </w:t>
            </w:r>
            <w:r w:rsidRPr="00AE2693">
              <w:rPr>
                <w:rFonts w:ascii="Corbel" w:hAnsi="Corbel"/>
                <w:i/>
                <w:sz w:val="24"/>
                <w:szCs w:val="24"/>
              </w:rPr>
              <w:t>Wolontariat w teorii i praktyce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AE269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Siedlce: </w:t>
            </w:r>
            <w:r w:rsidRPr="00AE2693">
              <w:rPr>
                <w:rFonts w:ascii="Corbel" w:hAnsi="Corbel"/>
                <w:sz w:val="24"/>
                <w:szCs w:val="24"/>
              </w:rPr>
              <w:t>Fundacja na rzecz dzieci i m</w:t>
            </w:r>
            <w:r>
              <w:rPr>
                <w:rFonts w:ascii="Corbel" w:hAnsi="Corbel"/>
                <w:sz w:val="24"/>
                <w:szCs w:val="24"/>
              </w:rPr>
              <w:t>łodzieży „Szansa”.</w:t>
            </w:r>
          </w:p>
          <w:p w14:paraId="188D0C7C" w14:textId="77777777" w:rsidR="00EE39D3" w:rsidRDefault="00EE39D3" w:rsidP="003C43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2693">
              <w:rPr>
                <w:rFonts w:ascii="Corbel" w:hAnsi="Corbel"/>
                <w:b w:val="0"/>
                <w:smallCaps w:val="0"/>
                <w:szCs w:val="24"/>
              </w:rPr>
              <w:t>Górecki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(2013)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Idea, instytucjonalizacja i funkcje wolontariatu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Wydawnictw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Akademickie Żak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24AEB6" w14:textId="77777777" w:rsidR="00EE39D3" w:rsidRPr="00EB173F" w:rsidRDefault="00EE39D3" w:rsidP="003C43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Jamroży K. (2017).</w:t>
            </w:r>
            <w:r w:rsidRPr="00EB17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73F">
              <w:rPr>
                <w:rFonts w:ascii="Corbel" w:hAnsi="Corbel"/>
                <w:b w:val="0"/>
                <w:i/>
                <w:smallCaps w:val="0"/>
                <w:szCs w:val="24"/>
              </w:rPr>
              <w:t>Charakter i skala działalnośc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 Caritas Diecezji Rzeszowskiej. </w:t>
            </w:r>
            <w:r w:rsidRPr="00EB173F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Garbarz (red.),</w:t>
            </w:r>
            <w:r w:rsidRPr="00EB17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73F">
              <w:rPr>
                <w:rFonts w:ascii="Corbel" w:hAnsi="Corbel"/>
                <w:b w:val="0"/>
                <w:i/>
                <w:smallCaps w:val="0"/>
                <w:szCs w:val="24"/>
              </w:rPr>
              <w:t>Miłość i dobroć. 25 lat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Caritas Diecezji Rzeszowskiej. </w:t>
            </w:r>
            <w:r w:rsidRPr="00EB173F">
              <w:rPr>
                <w:rFonts w:ascii="Corbel" w:hAnsi="Corbel"/>
                <w:b w:val="0"/>
                <w:smallCaps w:val="0"/>
                <w:szCs w:val="24"/>
              </w:rPr>
              <w:t>Rzeszów: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EB173F">
              <w:rPr>
                <w:rFonts w:ascii="Corbel" w:hAnsi="Corbel"/>
                <w:b w:val="0"/>
                <w:smallCaps w:val="0"/>
                <w:szCs w:val="24"/>
              </w:rPr>
              <w:t>Wydawnictwo i Drukarnia Die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cezji Rzeszowskiej</w:t>
            </w:r>
            <w:r w:rsidRPr="00EB173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4F68C3" w14:textId="77777777" w:rsidR="00EE39D3" w:rsidRPr="00EB173F" w:rsidRDefault="00EE39D3" w:rsidP="003C43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2693">
              <w:rPr>
                <w:rFonts w:ascii="Corbel" w:hAnsi="Corbel"/>
                <w:b w:val="0"/>
                <w:smallCaps w:val="0"/>
                <w:szCs w:val="24"/>
              </w:rPr>
              <w:t>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M., 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Wasilewska-Ostrowska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M. (2012).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Wolontariat szansą rozwoju społecznego. Rekomendacje dla pracy socjalnej,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Edukacyjne Akapit.</w:t>
            </w:r>
          </w:p>
          <w:p w14:paraId="1972E95E" w14:textId="77777777" w:rsidR="00EE39D3" w:rsidRPr="006C7FB3" w:rsidRDefault="00EE39D3" w:rsidP="003C4303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7FB3">
              <w:rPr>
                <w:rFonts w:ascii="Corbel" w:hAnsi="Corbel"/>
                <w:sz w:val="24"/>
                <w:szCs w:val="24"/>
              </w:rPr>
              <w:lastRenderedPageBreak/>
              <w:t>Wielgos-</w:t>
            </w:r>
            <w:proofErr w:type="spellStart"/>
            <w:r w:rsidRPr="006C7FB3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6C7FB3">
              <w:rPr>
                <w:rFonts w:ascii="Corbel" w:hAnsi="Corbel"/>
                <w:sz w:val="24"/>
                <w:szCs w:val="24"/>
              </w:rPr>
              <w:t xml:space="preserve"> R.</w:t>
            </w:r>
            <w:r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6C7F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7FB3">
              <w:rPr>
                <w:rFonts w:ascii="Corbel" w:hAnsi="Corbel"/>
                <w:i/>
                <w:sz w:val="24"/>
                <w:szCs w:val="24"/>
              </w:rPr>
              <w:t>Uwarunkowania rozwoju współpracy instytucji publicznych i organizacji pozarządowych o obszarze lokalnej pomocy społecznej</w:t>
            </w:r>
            <w:r>
              <w:rPr>
                <w:rFonts w:ascii="Corbel" w:hAnsi="Corbel"/>
                <w:sz w:val="24"/>
                <w:szCs w:val="24"/>
              </w:rPr>
              <w:t>. W:</w:t>
            </w:r>
            <w:r w:rsidRPr="006C7FB3">
              <w:rPr>
                <w:rFonts w:ascii="Corbel" w:hAnsi="Corbel"/>
                <w:sz w:val="24"/>
                <w:szCs w:val="24"/>
              </w:rPr>
              <w:t xml:space="preserve"> W. Jedynak (red.), </w:t>
            </w:r>
            <w:r w:rsidRPr="006C7FB3">
              <w:rPr>
                <w:rFonts w:ascii="Corbel" w:hAnsi="Corbel"/>
                <w:i/>
                <w:sz w:val="24"/>
                <w:szCs w:val="24"/>
              </w:rPr>
              <w:t>Wyzwania dla pomocy społecznej w wymiarze lokalnym</w:t>
            </w:r>
            <w:r>
              <w:rPr>
                <w:rFonts w:ascii="Corbel" w:hAnsi="Corbel"/>
                <w:sz w:val="24"/>
                <w:szCs w:val="24"/>
              </w:rPr>
              <w:t>. Rzeszów:</w:t>
            </w:r>
            <w:r w:rsidRPr="006C7FB3">
              <w:rPr>
                <w:rFonts w:ascii="Corbel" w:hAnsi="Corbel"/>
                <w:sz w:val="24"/>
                <w:szCs w:val="24"/>
              </w:rPr>
              <w:t xml:space="preserve"> Wydawnictwo Uniwersy</w:t>
            </w:r>
            <w:r>
              <w:rPr>
                <w:rFonts w:ascii="Corbel" w:hAnsi="Corbel"/>
                <w:sz w:val="24"/>
                <w:szCs w:val="24"/>
              </w:rPr>
              <w:t>tetu Rzeszowskiego</w:t>
            </w:r>
            <w:r w:rsidRPr="006C7FB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A6BDF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7A74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38202" w14:textId="77777777" w:rsidR="008859C5" w:rsidRDefault="008859C5" w:rsidP="00C16ABF">
      <w:pPr>
        <w:spacing w:after="0" w:line="240" w:lineRule="auto"/>
      </w:pPr>
      <w:r>
        <w:separator/>
      </w:r>
    </w:p>
  </w:endnote>
  <w:endnote w:type="continuationSeparator" w:id="0">
    <w:p w14:paraId="371C9198" w14:textId="77777777" w:rsidR="008859C5" w:rsidRDefault="008859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5017565"/>
      <w:docPartObj>
        <w:docPartGallery w:val="Page Numbers (Bottom of Page)"/>
        <w:docPartUnique/>
      </w:docPartObj>
    </w:sdtPr>
    <w:sdtEndPr/>
    <w:sdtContent>
      <w:p w14:paraId="1E356B2A" w14:textId="404020A2" w:rsidR="00612C35" w:rsidRDefault="00612C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7FF622" w14:textId="77777777" w:rsidR="00612C35" w:rsidRDefault="00612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A2F9" w14:textId="77777777" w:rsidR="008859C5" w:rsidRDefault="008859C5" w:rsidP="00C16ABF">
      <w:pPr>
        <w:spacing w:after="0" w:line="240" w:lineRule="auto"/>
      </w:pPr>
      <w:r>
        <w:separator/>
      </w:r>
    </w:p>
  </w:footnote>
  <w:footnote w:type="continuationSeparator" w:id="0">
    <w:p w14:paraId="04319BB9" w14:textId="77777777" w:rsidR="008859C5" w:rsidRDefault="008859C5" w:rsidP="00C16ABF">
      <w:pPr>
        <w:spacing w:after="0" w:line="240" w:lineRule="auto"/>
      </w:pPr>
      <w:r>
        <w:continuationSeparator/>
      </w:r>
    </w:p>
  </w:footnote>
  <w:footnote w:id="1">
    <w:p w14:paraId="67E6028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E676AF"/>
    <w:multiLevelType w:val="hybridMultilevel"/>
    <w:tmpl w:val="23DE5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378B1"/>
    <w:multiLevelType w:val="hybridMultilevel"/>
    <w:tmpl w:val="39444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55A3D"/>
    <w:multiLevelType w:val="hybridMultilevel"/>
    <w:tmpl w:val="7B92FB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450"/>
    <w:rsid w:val="00146BC0"/>
    <w:rsid w:val="00153C41"/>
    <w:rsid w:val="00154381"/>
    <w:rsid w:val="001570BC"/>
    <w:rsid w:val="001640A7"/>
    <w:rsid w:val="00164FA7"/>
    <w:rsid w:val="00166A03"/>
    <w:rsid w:val="001718A7"/>
    <w:rsid w:val="001737CF"/>
    <w:rsid w:val="00176083"/>
    <w:rsid w:val="00181C79"/>
    <w:rsid w:val="00192F37"/>
    <w:rsid w:val="001A1615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A3A"/>
    <w:rsid w:val="003151C5"/>
    <w:rsid w:val="003261D0"/>
    <w:rsid w:val="0033219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69C"/>
    <w:rsid w:val="005363C4"/>
    <w:rsid w:val="00536BDE"/>
    <w:rsid w:val="00543ACC"/>
    <w:rsid w:val="0056696D"/>
    <w:rsid w:val="00581D5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F6"/>
    <w:rsid w:val="00612C35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903"/>
    <w:rsid w:val="006C7FB3"/>
    <w:rsid w:val="006D050F"/>
    <w:rsid w:val="006D49E8"/>
    <w:rsid w:val="006D6139"/>
    <w:rsid w:val="006D734B"/>
    <w:rsid w:val="006E3E7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3EB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9C5"/>
    <w:rsid w:val="00885F64"/>
    <w:rsid w:val="008917F9"/>
    <w:rsid w:val="008A3B3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C9A"/>
    <w:rsid w:val="00BB520A"/>
    <w:rsid w:val="00BD3869"/>
    <w:rsid w:val="00BD66E9"/>
    <w:rsid w:val="00BD6FF4"/>
    <w:rsid w:val="00BF2C41"/>
    <w:rsid w:val="00BF70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B1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063"/>
    <w:rsid w:val="00EC4899"/>
    <w:rsid w:val="00ED03AB"/>
    <w:rsid w:val="00ED32D2"/>
    <w:rsid w:val="00EE32DE"/>
    <w:rsid w:val="00EE39D3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215"/>
    <w:rsid w:val="00FD503F"/>
    <w:rsid w:val="00FD7589"/>
    <w:rsid w:val="00FF016A"/>
    <w:rsid w:val="00FF1401"/>
    <w:rsid w:val="00FF587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86A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61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1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1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1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1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EB3097-C8DB-453C-9825-76025A4E2949}"/>
</file>

<file path=customXml/itemProps3.xml><?xml version="1.0" encoding="utf-8"?>
<ds:datastoreItem xmlns:ds="http://schemas.openxmlformats.org/officeDocument/2006/customXml" ds:itemID="{419B1606-CBD5-4A72-AB14-B06EC1965EF4}"/>
</file>

<file path=customXml/itemProps4.xml><?xml version="1.0" encoding="utf-8"?>
<ds:datastoreItem xmlns:ds="http://schemas.openxmlformats.org/officeDocument/2006/customXml" ds:itemID="{EB47118F-8DEE-4FEE-9702-54BD1C367E2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1406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2019-02-06T12:12:00Z</cp:lastPrinted>
  <dcterms:created xsi:type="dcterms:W3CDTF">2021-09-30T14:44:00Z</dcterms:created>
  <dcterms:modified xsi:type="dcterms:W3CDTF">2021-10-01T12:47:00Z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